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610159E-B1BE-4492-AC17-9BFFDB9E4B3D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